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765BFE">
      <w:pPr>
        <w:pStyle w:val="Bezodstpw"/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17567" w:rsidRPr="00E960BB">
        <w:t>12/2019</w:t>
      </w:r>
    </w:p>
    <w:p w14:paraId="6B7FE8E1" w14:textId="77777777" w:rsidR="00781458" w:rsidRDefault="0078145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7AAAEE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3E2E">
        <w:rPr>
          <w:rFonts w:ascii="Corbel" w:hAnsi="Corbel"/>
          <w:i/>
          <w:smallCaps/>
          <w:sz w:val="24"/>
          <w:szCs w:val="24"/>
        </w:rPr>
        <w:t>202</w:t>
      </w:r>
      <w:r w:rsidR="00183922">
        <w:rPr>
          <w:rFonts w:ascii="Corbel" w:hAnsi="Corbel"/>
          <w:i/>
          <w:smallCaps/>
          <w:sz w:val="24"/>
          <w:szCs w:val="24"/>
        </w:rPr>
        <w:t>1</w:t>
      </w:r>
      <w:r w:rsidR="00963E2E">
        <w:rPr>
          <w:rFonts w:ascii="Corbel" w:hAnsi="Corbel"/>
          <w:i/>
          <w:smallCaps/>
          <w:sz w:val="24"/>
          <w:szCs w:val="24"/>
        </w:rPr>
        <w:t>-202</w:t>
      </w:r>
      <w:r w:rsidR="00183922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C9DB0A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1458">
        <w:rPr>
          <w:rFonts w:ascii="Corbel" w:hAnsi="Corbel"/>
          <w:szCs w:val="20"/>
        </w:rPr>
        <w:t xml:space="preserve">Rok akademicki   </w:t>
      </w:r>
      <w:r w:rsidR="00781458" w:rsidRPr="00781458">
        <w:rPr>
          <w:rFonts w:ascii="Corbel" w:hAnsi="Corbel"/>
          <w:szCs w:val="20"/>
        </w:rPr>
        <w:t>202</w:t>
      </w:r>
      <w:r w:rsidR="00632300">
        <w:rPr>
          <w:rFonts w:ascii="Corbel" w:hAnsi="Corbel"/>
          <w:szCs w:val="20"/>
        </w:rPr>
        <w:t>2</w:t>
      </w:r>
      <w:r w:rsidR="00781458" w:rsidRPr="00781458">
        <w:rPr>
          <w:rFonts w:ascii="Corbel" w:hAnsi="Corbel"/>
          <w:szCs w:val="20"/>
        </w:rPr>
        <w:t>/</w:t>
      </w:r>
      <w:r w:rsidR="00632300">
        <w:rPr>
          <w:rFonts w:ascii="Corbel" w:hAnsi="Corbel"/>
          <w:szCs w:val="20"/>
        </w:rPr>
        <w:t>20</w:t>
      </w:r>
      <w:r w:rsidR="00781458" w:rsidRPr="00781458">
        <w:rPr>
          <w:rFonts w:ascii="Corbel" w:hAnsi="Corbel"/>
          <w:szCs w:val="20"/>
        </w:rPr>
        <w:t>2</w:t>
      </w:r>
      <w:r w:rsidR="00632300">
        <w:rPr>
          <w:rFonts w:ascii="Corbel" w:hAnsi="Corbel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35A7C547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4264F214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D880A13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49FDE221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75F7172C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4BDCC169" w:rsidR="00824AF8" w:rsidRPr="009C54AE" w:rsidRDefault="0078029C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8145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B5AE430" w:rsidR="00824AF8" w:rsidRPr="009C54AE" w:rsidRDefault="003B5587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0F6914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927DE90" w:rsidR="00824AF8" w:rsidRPr="009C54AE" w:rsidRDefault="00824AF8" w:rsidP="00AB4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AB4A2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,prof. UR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5E23E261" w:rsidR="00824AF8" w:rsidRPr="00C65CF1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4A5CFA" w14:textId="416D629E" w:rsidR="00923D7D" w:rsidRPr="009C54AE" w:rsidRDefault="0085747A" w:rsidP="00C65CF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D5515C7" w:rsidR="00015B8F" w:rsidRPr="009C54AE" w:rsidRDefault="00780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0F967AA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43F1C4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B6C9610" w:rsidR="009C54AE" w:rsidRDefault="0078145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5B52C3">
        <w:rPr>
          <w:rFonts w:ascii="Corbel" w:hAnsi="Corbel"/>
          <w:b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636A4026" w:rsidR="0085747A" w:rsidRPr="00C65CF1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a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tyki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programowania </w:t>
            </w:r>
            <w:r w:rsidR="0068255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obiektowym (</w:t>
            </w:r>
            <w:proofErr w:type="spellStart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begin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instrText xml:space="preserve"> HYPERLINK "https://scratch.mit.edu/accounts/login/" </w:instrTex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separate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tyczna w klasach I-III z zakresu rozumienia, analizowania i rozwiązywania problemów, programowania i rozwiązywania problemów z wykorzystaniem komputera i innych urządzeń cyfrowych, posługiwania się komputerem, urządzeniami cyfrowymi i si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2962" w:rsidRPr="009C54AE" w14:paraId="5DA6F6F8" w14:textId="77777777" w:rsidTr="00C65CF1">
        <w:tc>
          <w:tcPr>
            <w:tcW w:w="1681" w:type="dxa"/>
          </w:tcPr>
          <w:p w14:paraId="61813C10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3E8B6BB6" w:rsidR="005A2962" w:rsidRPr="002B5AB3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znaczenie ma posługiwanie się aplikacjami komputerowymi w celu rozwiązywania zadań problem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opartych o zaproponowany algorytm pozwalający pozyskać, przetworzyć, przekazać i gromadzić odpowie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nie  informację z zakresu edukacji przedszkolnej i wcz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snoszkolnej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D1D57F2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5A2962" w:rsidRPr="009C54AE" w14:paraId="664FC6A1" w14:textId="77777777" w:rsidTr="00C65CF1">
        <w:tc>
          <w:tcPr>
            <w:tcW w:w="1681" w:type="dxa"/>
          </w:tcPr>
          <w:p w14:paraId="695D7137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05AFE9E8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nania oceny integracji zajęć w zakresie edukacji inform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tycznej z różnymi aktywnościami człowieka pozwalając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mi na wykorzystanie oprogramowania i mediów cyfr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w grupie rówieśniczej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5A2962" w:rsidRPr="009C54AE" w14:paraId="5ECFC366" w14:textId="77777777" w:rsidTr="00C65CF1">
        <w:tc>
          <w:tcPr>
            <w:tcW w:w="1681" w:type="dxa"/>
          </w:tcPr>
          <w:p w14:paraId="1D840B19" w14:textId="0B52D83C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48AD1304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 sytuację problemową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opierającą się o zaprop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nowany algorytm pozwalający umiejętnie tworzyć i mod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fikować materiały z wykorzystaniem zestawu komput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rowego w zakresie realizacji celów kształcenia i wychow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209443D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5A2962" w:rsidRPr="009C54AE" w14:paraId="1DCF8F20" w14:textId="77777777" w:rsidTr="00C65CF1">
        <w:tc>
          <w:tcPr>
            <w:tcW w:w="1681" w:type="dxa"/>
          </w:tcPr>
          <w:p w14:paraId="65F76230" w14:textId="5F777A1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32BF60F6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39C39E1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A2962" w:rsidRPr="009C54AE" w14:paraId="5BC96443" w14:textId="77777777" w:rsidTr="00C65CF1">
        <w:tc>
          <w:tcPr>
            <w:tcW w:w="1681" w:type="dxa"/>
          </w:tcPr>
          <w:p w14:paraId="318B64EE" w14:textId="72B8DB2D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72F79568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kreatywny tworzyć i rozwiązywać zadania problemowe w sposób indywidualny i  pracy 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C387A25" w14:textId="77777777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  <w:p w14:paraId="18BE68DB" w14:textId="77777777" w:rsidR="005A2962" w:rsidRPr="00C65CF1" w:rsidRDefault="005A2962" w:rsidP="00C65C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A2962" w:rsidRPr="009C54AE" w14:paraId="5AB4AC61" w14:textId="77777777" w:rsidTr="00C65CF1">
        <w:tc>
          <w:tcPr>
            <w:tcW w:w="1681" w:type="dxa"/>
          </w:tcPr>
          <w:p w14:paraId="120F9E70" w14:textId="269241EB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0B1D28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ciami z wykorzystaniem różnych rodzajów zabaw w celu monitorowania realizacji działań edukacyjnych dzieci lub uczniów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72FAD855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5A2962" w:rsidRPr="009C54AE" w14:paraId="3B9B8D58" w14:textId="77777777" w:rsidTr="00C65CF1">
        <w:tc>
          <w:tcPr>
            <w:tcW w:w="1681" w:type="dxa"/>
          </w:tcPr>
          <w:p w14:paraId="43F730A7" w14:textId="357D589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EB48773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staniem komputera 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1C4A1730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5A2962" w:rsidRPr="009C54AE" w14:paraId="60D6E482" w14:textId="77777777" w:rsidTr="00C65CF1">
        <w:tc>
          <w:tcPr>
            <w:tcW w:w="1681" w:type="dxa"/>
          </w:tcPr>
          <w:p w14:paraId="4BC7B9B6" w14:textId="513DDA1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4055CFFE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stanie typowych aplikacji komputerowych motywujących uczniów w celu opracowania informacji potrzebnych do osiągnięcia zamierzonych efektów wychowania i kszta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61684BE6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5A2962" w:rsidRPr="009C54AE" w14:paraId="2CB5DD49" w14:textId="77777777" w:rsidTr="00C65CF1">
        <w:tc>
          <w:tcPr>
            <w:tcW w:w="1681" w:type="dxa"/>
          </w:tcPr>
          <w:p w14:paraId="48BB8E8C" w14:textId="001A7500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1C9486C7" w:rsidR="005A2962" w:rsidRPr="00355D6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5A2962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491C5D78" w:rsidR="005A2962" w:rsidRPr="00C65CF1" w:rsidRDefault="005A2962" w:rsidP="006518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E1BB617" w14:textId="77777777" w:rsidTr="00765BFE">
        <w:tc>
          <w:tcPr>
            <w:tcW w:w="9639" w:type="dxa"/>
          </w:tcPr>
          <w:p w14:paraId="4E46D367" w14:textId="0903391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4C2EAB71" w14:textId="77777777" w:rsidTr="00765BFE">
        <w:tc>
          <w:tcPr>
            <w:tcW w:w="9639" w:type="dxa"/>
          </w:tcPr>
          <w:p w14:paraId="51B01B81" w14:textId="5BB1F50E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3C0F566E" w14:textId="77777777" w:rsidTr="00765BFE">
        <w:tc>
          <w:tcPr>
            <w:tcW w:w="9639" w:type="dxa"/>
          </w:tcPr>
          <w:p w14:paraId="09B28AA0" w14:textId="551301C9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2E03DD1" w14:textId="77777777" w:rsidTr="00765BFE">
        <w:tc>
          <w:tcPr>
            <w:tcW w:w="9639" w:type="dxa"/>
          </w:tcPr>
          <w:p w14:paraId="4D0F8ECA" w14:textId="553864D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wykorzystywane w nauczaniu zintegrowanym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2BB67850" w14:textId="77777777" w:rsidTr="00765BFE">
        <w:tc>
          <w:tcPr>
            <w:tcW w:w="9639" w:type="dxa"/>
          </w:tcPr>
          <w:p w14:paraId="48BA3CAC" w14:textId="6F8190BA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multimedialnych programów edukacyjnych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BFE" w:rsidRPr="009C54AE" w14:paraId="4965BE06" w14:textId="77777777" w:rsidTr="00765BFE">
        <w:tc>
          <w:tcPr>
            <w:tcW w:w="9639" w:type="dxa"/>
          </w:tcPr>
          <w:p w14:paraId="71A45BE1" w14:textId="589A1CBD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04C01E2F" w14:textId="77777777" w:rsidTr="00765BFE">
        <w:tc>
          <w:tcPr>
            <w:tcW w:w="9639" w:type="dxa"/>
          </w:tcPr>
          <w:p w14:paraId="7AB1741B" w14:textId="49C0F0C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  <w:tr w:rsidR="00765BFE" w:rsidRPr="009C54AE" w14:paraId="273D5D4B" w14:textId="77777777" w:rsidTr="00765BFE">
        <w:tc>
          <w:tcPr>
            <w:tcW w:w="9639" w:type="dxa"/>
          </w:tcPr>
          <w:p w14:paraId="4FF5E41F" w14:textId="2B4D718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osiągnięć uczniów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50EC855" w14:textId="77777777" w:rsidTr="00923D7D">
        <w:tc>
          <w:tcPr>
            <w:tcW w:w="9639" w:type="dxa"/>
          </w:tcPr>
          <w:p w14:paraId="195D22DA" w14:textId="55090CFA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lekcji z wykorzystaniem nowoczesnych metod nauczania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88AFB11" w14:textId="77777777" w:rsidTr="00923D7D">
        <w:tc>
          <w:tcPr>
            <w:tcW w:w="9639" w:type="dxa"/>
          </w:tcPr>
          <w:p w14:paraId="43283521" w14:textId="5743B0DB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4C4F" w:rsidRPr="009C54AE" w14:paraId="42761B51" w14:textId="77777777" w:rsidTr="00923D7D">
        <w:tc>
          <w:tcPr>
            <w:tcW w:w="9639" w:type="dxa"/>
          </w:tcPr>
          <w:p w14:paraId="06CEB157" w14:textId="5AE499D3" w:rsidR="00054C4F" w:rsidRPr="009C54AE" w:rsidRDefault="00054C4F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prostej gry w edytorze do programowania obiektowego 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Scratch</w:t>
            </w:r>
            <w:proofErr w:type="spellEnd"/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1F363F12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19FDDB77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74528">
        <w:rPr>
          <w:rFonts w:ascii="Corbel" w:hAnsi="Corbel"/>
          <w:b w:val="0"/>
          <w:i/>
          <w:sz w:val="20"/>
          <w:szCs w:val="20"/>
        </w:rPr>
        <w:t xml:space="preserve"> </w:t>
      </w:r>
      <w:r w:rsidRPr="00024ABF">
        <w:rPr>
          <w:rFonts w:ascii="Corbel" w:hAnsi="Corbel"/>
          <w:b w:val="0"/>
          <w:i/>
          <w:smallCaps w:val="0"/>
          <w:sz w:val="22"/>
        </w:rPr>
        <w:t>W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ykład</w:t>
      </w:r>
      <w:r w:rsidR="00781458" w:rsidRPr="00024ABF">
        <w:rPr>
          <w:rFonts w:ascii="Corbel" w:hAnsi="Corbel"/>
          <w:b w:val="0"/>
          <w:i/>
          <w:smallCaps w:val="0"/>
          <w:sz w:val="22"/>
        </w:rPr>
        <w:t xml:space="preserve">: </w:t>
      </w:r>
      <w:r w:rsidR="00024ABF" w:rsidRPr="00024ABF">
        <w:rPr>
          <w:rFonts w:ascii="Corbel" w:hAnsi="Corbel"/>
          <w:b w:val="0"/>
          <w:i/>
          <w:smallCaps w:val="0"/>
          <w:sz w:val="22"/>
        </w:rPr>
        <w:t xml:space="preserve">wykład problemowy,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,</w:t>
      </w:r>
    </w:p>
    <w:p w14:paraId="428C4922" w14:textId="0F263268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24ABF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24ABF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(projek</w:t>
      </w:r>
      <w:r w:rsidR="00B74528" w:rsidRPr="00024ABF">
        <w:rPr>
          <w:rFonts w:ascii="Corbel" w:hAnsi="Corbel"/>
          <w:b w:val="0"/>
          <w:i/>
          <w:smallCaps w:val="0"/>
          <w:sz w:val="22"/>
        </w:rPr>
        <w:t>t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praktyczny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1718A7" w:rsidRPr="00024ABF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rozwiąz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wanie zadań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5D63" w:rsidRPr="00B74528" w14:paraId="4FFC276C" w14:textId="77777777" w:rsidTr="002B5AB3">
        <w:tc>
          <w:tcPr>
            <w:tcW w:w="1962" w:type="dxa"/>
          </w:tcPr>
          <w:p w14:paraId="1562D6DD" w14:textId="1D364C7B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78653C6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ECB8473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106C9F54" w14:textId="77777777" w:rsidTr="002B5AB3">
        <w:tc>
          <w:tcPr>
            <w:tcW w:w="1962" w:type="dxa"/>
          </w:tcPr>
          <w:p w14:paraId="17814888" w14:textId="5025E5C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0A516CE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868AD5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39FB682F" w14:textId="77777777" w:rsidTr="002B5AB3">
        <w:tc>
          <w:tcPr>
            <w:tcW w:w="1962" w:type="dxa"/>
          </w:tcPr>
          <w:p w14:paraId="44DAAFFF" w14:textId="58EDECD2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02CD8CB0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229AFF6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1897529" w14:textId="77777777" w:rsidTr="002B5AB3">
        <w:tc>
          <w:tcPr>
            <w:tcW w:w="1962" w:type="dxa"/>
          </w:tcPr>
          <w:p w14:paraId="3608EF61" w14:textId="3AA31E17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2F43CBA3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56E7FAD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F8B596E" w14:textId="77777777" w:rsidTr="002B5AB3">
        <w:tc>
          <w:tcPr>
            <w:tcW w:w="1962" w:type="dxa"/>
          </w:tcPr>
          <w:p w14:paraId="4CA5C9B9" w14:textId="1EC61E1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1C8DEC2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0BA99845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7976B19" w14:textId="77777777" w:rsidTr="002B5AB3">
        <w:tc>
          <w:tcPr>
            <w:tcW w:w="1962" w:type="dxa"/>
          </w:tcPr>
          <w:p w14:paraId="0796C40D" w14:textId="317E1C7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04434B76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4B2B0C8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E72061B" w14:textId="77777777" w:rsidTr="002B5AB3">
        <w:tc>
          <w:tcPr>
            <w:tcW w:w="1962" w:type="dxa"/>
          </w:tcPr>
          <w:p w14:paraId="7D0FEA07" w14:textId="4E18056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634A3FF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5C846871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5FC541DE" w14:textId="77777777" w:rsidTr="002B5AB3">
        <w:tc>
          <w:tcPr>
            <w:tcW w:w="1962" w:type="dxa"/>
          </w:tcPr>
          <w:p w14:paraId="592A40DD" w14:textId="0A95503D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5EA7AC2A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61849D6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6FFAFBD7" w14:textId="77777777" w:rsidTr="002B5AB3">
        <w:tc>
          <w:tcPr>
            <w:tcW w:w="1962" w:type="dxa"/>
          </w:tcPr>
          <w:p w14:paraId="4376E7CF" w14:textId="1D33F0A1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37983417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1339D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B745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B745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4528">
        <w:rPr>
          <w:rFonts w:ascii="Corbel" w:hAnsi="Corbel"/>
          <w:smallCaps w:val="0"/>
          <w:szCs w:val="24"/>
        </w:rPr>
        <w:t xml:space="preserve">4.2 </w:t>
      </w:r>
      <w:r w:rsidR="0085747A" w:rsidRPr="00B745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74528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B745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4902CF5" w14:textId="77777777" w:rsidR="00355D63" w:rsidRPr="00B74528" w:rsidRDefault="00355D63" w:rsidP="00780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5A199B9A" w14:textId="6C2584E6" w:rsidR="00355D63" w:rsidRPr="00B74528" w:rsidRDefault="00355D63" w:rsidP="0078029C">
            <w:pPr>
              <w:pStyle w:val="Punktygwne"/>
              <w:numPr>
                <w:ilvl w:val="0"/>
                <w:numId w:val="4"/>
              </w:numPr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237352AA" w14:textId="77777777" w:rsidR="00355D63" w:rsidRPr="00B74528" w:rsidRDefault="00355D63" w:rsidP="0078029C">
            <w:pPr>
              <w:pStyle w:val="Punktygwne"/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6E0C38E7" w:rsidR="00B74528" w:rsidRPr="00C65CF1" w:rsidRDefault="00355D63" w:rsidP="0078029C">
            <w:pPr>
              <w:pStyle w:val="Punktygwne"/>
              <w:numPr>
                <w:ilvl w:val="0"/>
                <w:numId w:val="7"/>
              </w:numPr>
              <w:spacing w:before="0" w:after="0"/>
              <w:ind w:left="414" w:hanging="383"/>
              <w:rPr>
                <w:rFonts w:ascii="Corbel" w:hAnsi="Corbel"/>
                <w:b w:val="0"/>
                <w:bCs/>
                <w:smallCaps w:val="0"/>
              </w:rPr>
            </w:pPr>
            <w:r w:rsidRPr="00B74528">
              <w:rPr>
                <w:rFonts w:ascii="Corbel" w:hAnsi="Corbel"/>
                <w:b w:val="0"/>
                <w:bCs/>
                <w:smallCaps w:val="0"/>
              </w:rPr>
              <w:t xml:space="preserve">opracowanie projektów dydaktycznych na zadany temat, </w:t>
            </w:r>
            <w:proofErr w:type="spellStart"/>
            <w:r w:rsidRPr="00B74528">
              <w:rPr>
                <w:rFonts w:ascii="Corbel" w:hAnsi="Corbel"/>
                <w:b w:val="0"/>
                <w:bCs/>
                <w:smallCaps w:val="0"/>
              </w:rPr>
              <w:t>mikronauczanie</w:t>
            </w:r>
            <w:proofErr w:type="spellEnd"/>
            <w:r w:rsidRPr="00B7452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823810F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813E605" w:rsidR="00C61DC5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571703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802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230F43D2" w14:textId="08DB9CDE" w:rsidR="00C61DC5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2493719" w:rsidR="0085747A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9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C771B2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Edukacyjne zastosowania </w:t>
            </w: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Podręcznik multimedialny. Teoria – metodologia – przykł</w:t>
            </w:r>
            <w:r w:rsidRPr="00561E8C">
              <w:rPr>
                <w:rFonts w:ascii="Corbel" w:hAnsi="Corbel"/>
                <w:sz w:val="24"/>
                <w:szCs w:val="24"/>
              </w:rPr>
              <w:t>a</w:t>
            </w:r>
            <w:r w:rsidRPr="00561E8C">
              <w:rPr>
                <w:rFonts w:ascii="Corbel" w:hAnsi="Corbel"/>
                <w:sz w:val="24"/>
                <w:szCs w:val="24"/>
              </w:rPr>
              <w:t>dy.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54549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</w:t>
            </w:r>
            <w:r w:rsidRPr="00F6363B">
              <w:rPr>
                <w:rFonts w:ascii="Corbel" w:hAnsi="Corbel"/>
                <w:sz w:val="24"/>
                <w:szCs w:val="24"/>
              </w:rPr>
              <w:t>ń</w:t>
            </w:r>
            <w:r w:rsidRPr="00F6363B">
              <w:rPr>
                <w:rFonts w:ascii="Corbel" w:hAnsi="Corbel"/>
                <w:sz w:val="24"/>
                <w:szCs w:val="24"/>
              </w:rPr>
              <w:t>skiej; 2016 nr 48</w:t>
            </w:r>
          </w:p>
          <w:p w14:paraId="24EFFF53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6BBD7DD1" w14:textId="77777777" w:rsidR="00561E8C" w:rsidRPr="004C3E5B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5F90AACB" w14:textId="77777777" w:rsidR="004C3E5B" w:rsidRPr="001E77C0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cieli informatyki w szkole podstawowej w kształceniu zintegrowanym</w:t>
            </w:r>
            <w:r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BF50EED" w:rsidR="004C3E5B" w:rsidRPr="00561E8C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4EB5803C" w:rsidR="00561E8C" w:rsidRPr="00C65CF1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EA8F0" w14:textId="77777777" w:rsidR="00970F31" w:rsidRDefault="00970F31" w:rsidP="00C16ABF">
      <w:pPr>
        <w:spacing w:after="0" w:line="240" w:lineRule="auto"/>
      </w:pPr>
      <w:r>
        <w:separator/>
      </w:r>
    </w:p>
  </w:endnote>
  <w:endnote w:type="continuationSeparator" w:id="0">
    <w:p w14:paraId="0F32BA67" w14:textId="77777777" w:rsidR="00970F31" w:rsidRDefault="00970F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3CEF7" w14:textId="77777777" w:rsidR="00970F31" w:rsidRDefault="00970F31" w:rsidP="00C16ABF">
      <w:pPr>
        <w:spacing w:after="0" w:line="240" w:lineRule="auto"/>
      </w:pPr>
      <w:r>
        <w:separator/>
      </w:r>
    </w:p>
  </w:footnote>
  <w:footnote w:type="continuationSeparator" w:id="0">
    <w:p w14:paraId="05A83B36" w14:textId="77777777" w:rsidR="00970F31" w:rsidRDefault="00970F3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650"/>
    <w:multiLevelType w:val="hybridMultilevel"/>
    <w:tmpl w:val="7FF8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03BE1"/>
    <w:multiLevelType w:val="hybridMultilevel"/>
    <w:tmpl w:val="B7E8BAD8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F7253"/>
    <w:multiLevelType w:val="hybridMultilevel"/>
    <w:tmpl w:val="ECA28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ABF"/>
    <w:rsid w:val="00042A51"/>
    <w:rsid w:val="00042D2E"/>
    <w:rsid w:val="00044C82"/>
    <w:rsid w:val="00054C4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5B2"/>
    <w:rsid w:val="000F1C57"/>
    <w:rsid w:val="000F554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922"/>
    <w:rsid w:val="00192F37"/>
    <w:rsid w:val="001A478A"/>
    <w:rsid w:val="001A70D2"/>
    <w:rsid w:val="001D657B"/>
    <w:rsid w:val="001D7B54"/>
    <w:rsid w:val="001E0209"/>
    <w:rsid w:val="001F2CA2"/>
    <w:rsid w:val="002144C0"/>
    <w:rsid w:val="002233A7"/>
    <w:rsid w:val="0022477D"/>
    <w:rsid w:val="002278A9"/>
    <w:rsid w:val="002336F9"/>
    <w:rsid w:val="0024028F"/>
    <w:rsid w:val="00241CDC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73D4"/>
    <w:rsid w:val="002F02A3"/>
    <w:rsid w:val="002F42C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63"/>
    <w:rsid w:val="00363F78"/>
    <w:rsid w:val="00391A27"/>
    <w:rsid w:val="003A0A5B"/>
    <w:rsid w:val="003A1176"/>
    <w:rsid w:val="003B5587"/>
    <w:rsid w:val="003C0BAE"/>
    <w:rsid w:val="003D18A9"/>
    <w:rsid w:val="003D6CE2"/>
    <w:rsid w:val="003E1941"/>
    <w:rsid w:val="003E2FE6"/>
    <w:rsid w:val="003E49D5"/>
    <w:rsid w:val="003F38C0"/>
    <w:rsid w:val="003F5B1F"/>
    <w:rsid w:val="00414E3C"/>
    <w:rsid w:val="0042244A"/>
    <w:rsid w:val="0042745A"/>
    <w:rsid w:val="00431D5C"/>
    <w:rsid w:val="004362C6"/>
    <w:rsid w:val="00436315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E5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024"/>
    <w:rsid w:val="00543ACC"/>
    <w:rsid w:val="00561E8C"/>
    <w:rsid w:val="0056696D"/>
    <w:rsid w:val="00573EF9"/>
    <w:rsid w:val="0059484D"/>
    <w:rsid w:val="005A0855"/>
    <w:rsid w:val="005A2962"/>
    <w:rsid w:val="005A3196"/>
    <w:rsid w:val="005B52C3"/>
    <w:rsid w:val="005C080F"/>
    <w:rsid w:val="005C55E5"/>
    <w:rsid w:val="005C696A"/>
    <w:rsid w:val="005D69C2"/>
    <w:rsid w:val="005E6E85"/>
    <w:rsid w:val="005F31D2"/>
    <w:rsid w:val="005F791F"/>
    <w:rsid w:val="0061029B"/>
    <w:rsid w:val="00617230"/>
    <w:rsid w:val="00621CE1"/>
    <w:rsid w:val="00627FC9"/>
    <w:rsid w:val="00632300"/>
    <w:rsid w:val="00642851"/>
    <w:rsid w:val="00647FA8"/>
    <w:rsid w:val="00650C5F"/>
    <w:rsid w:val="006518BD"/>
    <w:rsid w:val="00654934"/>
    <w:rsid w:val="006620D9"/>
    <w:rsid w:val="00671958"/>
    <w:rsid w:val="00675843"/>
    <w:rsid w:val="0068255B"/>
    <w:rsid w:val="00696477"/>
    <w:rsid w:val="006B62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FE"/>
    <w:rsid w:val="00766FD4"/>
    <w:rsid w:val="0078029C"/>
    <w:rsid w:val="00781458"/>
    <w:rsid w:val="0078168C"/>
    <w:rsid w:val="00787C2A"/>
    <w:rsid w:val="00790E27"/>
    <w:rsid w:val="007A4022"/>
    <w:rsid w:val="007A6E6E"/>
    <w:rsid w:val="007C3299"/>
    <w:rsid w:val="007C3BCC"/>
    <w:rsid w:val="007C4546"/>
    <w:rsid w:val="007D1372"/>
    <w:rsid w:val="007D6E56"/>
    <w:rsid w:val="007D6E75"/>
    <w:rsid w:val="007E46EC"/>
    <w:rsid w:val="007F1652"/>
    <w:rsid w:val="007F4155"/>
    <w:rsid w:val="0081554D"/>
    <w:rsid w:val="0081707E"/>
    <w:rsid w:val="00824AF8"/>
    <w:rsid w:val="008449B3"/>
    <w:rsid w:val="0085747A"/>
    <w:rsid w:val="00883FC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2E"/>
    <w:rsid w:val="00970F31"/>
    <w:rsid w:val="00997F14"/>
    <w:rsid w:val="009A78D9"/>
    <w:rsid w:val="009C1331"/>
    <w:rsid w:val="009C3E31"/>
    <w:rsid w:val="009C54AE"/>
    <w:rsid w:val="009C788E"/>
    <w:rsid w:val="009E3B41"/>
    <w:rsid w:val="009E78A7"/>
    <w:rsid w:val="009F3C5C"/>
    <w:rsid w:val="009F4610"/>
    <w:rsid w:val="00A00ECC"/>
    <w:rsid w:val="00A155EE"/>
    <w:rsid w:val="00A2245B"/>
    <w:rsid w:val="00A30110"/>
    <w:rsid w:val="00A3669C"/>
    <w:rsid w:val="00A36899"/>
    <w:rsid w:val="00A371F6"/>
    <w:rsid w:val="00A43BF6"/>
    <w:rsid w:val="00A53FA5"/>
    <w:rsid w:val="00A54817"/>
    <w:rsid w:val="00A601C8"/>
    <w:rsid w:val="00A60799"/>
    <w:rsid w:val="00A714DB"/>
    <w:rsid w:val="00A84C85"/>
    <w:rsid w:val="00A97DE1"/>
    <w:rsid w:val="00AB053C"/>
    <w:rsid w:val="00AB245C"/>
    <w:rsid w:val="00AB4A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F4"/>
    <w:rsid w:val="00B43B77"/>
    <w:rsid w:val="00B43E80"/>
    <w:rsid w:val="00B51718"/>
    <w:rsid w:val="00B607DB"/>
    <w:rsid w:val="00B66529"/>
    <w:rsid w:val="00B74528"/>
    <w:rsid w:val="00B75946"/>
    <w:rsid w:val="00B8056E"/>
    <w:rsid w:val="00B819C8"/>
    <w:rsid w:val="00B82308"/>
    <w:rsid w:val="00B83FCE"/>
    <w:rsid w:val="00B90885"/>
    <w:rsid w:val="00BB520A"/>
    <w:rsid w:val="00BC4A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1B"/>
    <w:rsid w:val="00C56036"/>
    <w:rsid w:val="00C61DC5"/>
    <w:rsid w:val="00C65CF1"/>
    <w:rsid w:val="00C67E92"/>
    <w:rsid w:val="00C70A26"/>
    <w:rsid w:val="00C766DF"/>
    <w:rsid w:val="00C94B98"/>
    <w:rsid w:val="00CA2B96"/>
    <w:rsid w:val="00CA3F9E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FF6"/>
    <w:rsid w:val="00D74119"/>
    <w:rsid w:val="00D8075B"/>
    <w:rsid w:val="00D8678B"/>
    <w:rsid w:val="00D9525F"/>
    <w:rsid w:val="00D9572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E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elion.pl/autorzy/piotr-pel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6407E-147A-4B4C-BEC4-CD6B709C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2019-11-13T20:14:00Z</dcterms:created>
  <dcterms:modified xsi:type="dcterms:W3CDTF">2021-09-28T07:04:00Z</dcterms:modified>
</cp:coreProperties>
</file>